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D9131C" w14:textId="77777777" w:rsidR="00525119" w:rsidRDefault="00525119" w:rsidP="00E20822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7728" behindDoc="0" locked="0" layoutInCell="1" allowOverlap="1" wp14:anchorId="48CEB128" wp14:editId="3C6F2093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5680" behindDoc="0" locked="0" layoutInCell="1" allowOverlap="1" wp14:anchorId="0E418777" wp14:editId="02F68E77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 w:rsidR="00374EB2">
        <w:rPr>
          <w:rFonts w:ascii="Segoe Print" w:hAnsi="Segoe Print"/>
          <w:b/>
          <w:sz w:val="24"/>
        </w:rPr>
        <w:t>30</w:t>
      </w:r>
      <w:r w:rsidR="00D51195" w:rsidRPr="0090117B">
        <w:rPr>
          <w:rFonts w:ascii="Segoe Print" w:hAnsi="Segoe Print"/>
          <w:b/>
          <w:sz w:val="24"/>
        </w:rPr>
        <w:t>.1</w:t>
      </w:r>
      <w:r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374EB2">
        <w:rPr>
          <w:rFonts w:ascii="Segoe Print" w:hAnsi="Segoe Print"/>
          <w:b/>
          <w:sz w:val="24"/>
        </w:rPr>
        <w:t>Formula and Facts Revision</w:t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</w:p>
    <w:p w14:paraId="63BEE419" w14:textId="77777777" w:rsidR="00E20822" w:rsidRDefault="00E20822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3402"/>
        <w:gridCol w:w="425"/>
        <w:gridCol w:w="5953"/>
      </w:tblGrid>
      <w:tr w:rsidR="00E20822" w:rsidRPr="000A63AF" w14:paraId="7C7E9FD7" w14:textId="77777777" w:rsidTr="00374EB2">
        <w:trPr>
          <w:trHeight w:val="1694"/>
        </w:trPr>
        <w:tc>
          <w:tcPr>
            <w:tcW w:w="421" w:type="dxa"/>
            <w:tcBorders>
              <w:right w:val="nil"/>
            </w:tcBorders>
          </w:tcPr>
          <w:p w14:paraId="2D418580" w14:textId="77777777" w:rsidR="00E20822" w:rsidRPr="00C240D5" w:rsidRDefault="00E20822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 w:rsidR="0064471D">
              <w:rPr>
                <w:rFonts w:ascii="Avenir Book" w:hAnsi="Avenir Book"/>
              </w:rPr>
              <w:t>)</w:t>
            </w:r>
          </w:p>
        </w:tc>
        <w:tc>
          <w:tcPr>
            <w:tcW w:w="3402" w:type="dxa"/>
            <w:tcBorders>
              <w:left w:val="nil"/>
            </w:tcBorders>
          </w:tcPr>
          <w:p w14:paraId="45AB40FD" w14:textId="77777777" w:rsidR="00374EB2" w:rsidRDefault="00374EB2" w:rsidP="00374EB2">
            <w:pPr>
              <w:spacing w:before="120" w:after="0"/>
              <w:rPr>
                <w:rFonts w:ascii="Avenir Book" w:eastAsiaTheme="minorEastAsia" w:hAnsi="Avenir Book"/>
              </w:rPr>
            </w:pPr>
            <w:r>
              <w:rPr>
                <w:rFonts w:ascii="Avenir Book" w:eastAsiaTheme="minorEastAsia" w:hAnsi="Avenir Book"/>
              </w:rPr>
              <w:t>Areas:</w:t>
            </w:r>
          </w:p>
          <w:p w14:paraId="55E8FA4F" w14:textId="77777777" w:rsidR="00374EB2" w:rsidRDefault="00374EB2" w:rsidP="00374EB2">
            <w:pPr>
              <w:spacing w:before="120" w:after="0"/>
              <w:rPr>
                <w:rFonts w:ascii="Avenir Book" w:eastAsiaTheme="minorEastAsia" w:hAnsi="Avenir Book"/>
              </w:rPr>
            </w:pPr>
            <w:r>
              <w:rPr>
                <w:rFonts w:ascii="Avenir Book" w:eastAsiaTheme="minorEastAsia" w:hAnsi="Avenir Book"/>
              </w:rPr>
              <w:t xml:space="preserve">Rectangle = </w:t>
            </w:r>
          </w:p>
          <w:p w14:paraId="55B8EBA9" w14:textId="77777777" w:rsidR="00374EB2" w:rsidRDefault="00374EB2" w:rsidP="00374EB2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eastAsiaTheme="minorEastAsia" w:hAnsi="Avenir Book"/>
              </w:rPr>
            </w:pPr>
            <w:r>
              <w:rPr>
                <w:rFonts w:ascii="Avenir Book" w:eastAsiaTheme="minorEastAsia" w:hAnsi="Avenir Book"/>
              </w:rPr>
              <w:t>Parallelogram =</w:t>
            </w:r>
          </w:p>
          <w:p w14:paraId="65D77EB7" w14:textId="47A85DA8" w:rsidR="007C5701" w:rsidRPr="00FB0E81" w:rsidRDefault="007C5701" w:rsidP="00374EB2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hAnsi="Avenir Book"/>
              </w:rPr>
            </w:pPr>
            <w:r>
              <w:rPr>
                <w:rFonts w:ascii="Avenir Book" w:eastAsiaTheme="minorEastAsia" w:hAnsi="Avenir Book"/>
              </w:rPr>
              <w:t xml:space="preserve">Triangle = </w:t>
            </w:r>
          </w:p>
        </w:tc>
        <w:tc>
          <w:tcPr>
            <w:tcW w:w="425" w:type="dxa"/>
            <w:tcBorders>
              <w:right w:val="nil"/>
            </w:tcBorders>
          </w:tcPr>
          <w:p w14:paraId="17252067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2)</w:t>
            </w:r>
          </w:p>
        </w:tc>
        <w:tc>
          <w:tcPr>
            <w:tcW w:w="5953" w:type="dxa"/>
            <w:tcBorders>
              <w:left w:val="nil"/>
            </w:tcBorders>
          </w:tcPr>
          <w:p w14:paraId="0658D4CE" w14:textId="77777777" w:rsidR="00374EB2" w:rsidRDefault="00374EB2" w:rsidP="0064471D">
            <w:pPr>
              <w:spacing w:before="120" w:after="0"/>
              <w:rPr>
                <w:rFonts w:ascii="Avenir Book" w:eastAsiaTheme="minorEastAsia" w:hAnsi="Avenir Book"/>
              </w:rPr>
            </w:pPr>
            <w:r>
              <w:rPr>
                <w:rFonts w:ascii="Avenir Book" w:eastAsiaTheme="minorEastAsia" w:hAnsi="Avenir Book"/>
              </w:rPr>
              <w:t xml:space="preserve"> Units</w:t>
            </w:r>
          </w:p>
          <w:p w14:paraId="18E89DF5" w14:textId="77777777" w:rsidR="00374EB2" w:rsidRDefault="00374EB2" w:rsidP="0064471D">
            <w:pPr>
              <w:spacing w:before="120" w:after="0"/>
              <w:rPr>
                <w:rFonts w:ascii="Avenir Book" w:eastAsiaTheme="minorEastAsia" w:hAnsi="Avenir Book"/>
              </w:rPr>
            </w:pPr>
            <w:r>
              <w:rPr>
                <w:rFonts w:ascii="Avenir Book" w:eastAsiaTheme="minorEastAsia" w:hAnsi="Avenir Book"/>
              </w:rPr>
              <w:t>1cm = ______ mm</w:t>
            </w:r>
          </w:p>
          <w:p w14:paraId="2F007F8B" w14:textId="77777777" w:rsidR="00374EB2" w:rsidRDefault="00374EB2" w:rsidP="0064471D">
            <w:pPr>
              <w:spacing w:before="120" w:after="0"/>
              <w:rPr>
                <w:rFonts w:ascii="Avenir Book" w:eastAsiaTheme="minorEastAsia" w:hAnsi="Avenir Book"/>
              </w:rPr>
            </w:pPr>
            <w:r>
              <w:rPr>
                <w:rFonts w:ascii="Avenir Book" w:eastAsiaTheme="minorEastAsia" w:hAnsi="Avenir Book"/>
              </w:rPr>
              <w:t>1m = _______ cm                                       1 litre = _____ cl</w:t>
            </w:r>
          </w:p>
          <w:p w14:paraId="4129D289" w14:textId="77777777" w:rsidR="00374EB2" w:rsidRPr="000A63AF" w:rsidRDefault="00374EB2" w:rsidP="0064471D">
            <w:pPr>
              <w:spacing w:before="120" w:after="0"/>
              <w:rPr>
                <w:rFonts w:ascii="Avenir Book" w:eastAsiaTheme="minorEastAsia" w:hAnsi="Avenir Book"/>
              </w:rPr>
            </w:pPr>
            <w:r>
              <w:rPr>
                <w:rFonts w:ascii="Avenir Book" w:eastAsiaTheme="minorEastAsia" w:hAnsi="Avenir Book"/>
              </w:rPr>
              <w:t>1km = ______ m         1kg = ______ g       1litre = ______ml</w:t>
            </w:r>
          </w:p>
        </w:tc>
      </w:tr>
      <w:tr w:rsidR="00E20822" w:rsidRPr="00C240D5" w14:paraId="236AE8FD" w14:textId="77777777" w:rsidTr="00374EB2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20C705A6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3402" w:type="dxa"/>
            <w:tcBorders>
              <w:left w:val="nil"/>
              <w:bottom w:val="single" w:sz="4" w:space="0" w:color="auto"/>
            </w:tcBorders>
          </w:tcPr>
          <w:p w14:paraId="0E30859A" w14:textId="77777777" w:rsidR="00374EB2" w:rsidRDefault="00374EB2" w:rsidP="00374EB2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Circles:</w:t>
            </w:r>
          </w:p>
          <w:p w14:paraId="768225AE" w14:textId="77777777" w:rsidR="00374EB2" w:rsidRDefault="00374EB2" w:rsidP="00374EB2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 xml:space="preserve">Area = </w:t>
            </w:r>
          </w:p>
          <w:p w14:paraId="79EC8203" w14:textId="77777777" w:rsidR="00E20822" w:rsidRPr="00C240D5" w:rsidRDefault="00374EB2" w:rsidP="00374EB2">
            <w:pPr>
              <w:spacing w:before="120" w:after="0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Circumference =</w:t>
            </w: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0144AC66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4)</w:t>
            </w:r>
          </w:p>
        </w:tc>
        <w:tc>
          <w:tcPr>
            <w:tcW w:w="5953" w:type="dxa"/>
            <w:tcBorders>
              <w:left w:val="nil"/>
              <w:bottom w:val="single" w:sz="4" w:space="0" w:color="auto"/>
            </w:tcBorders>
          </w:tcPr>
          <w:p w14:paraId="4296698C" w14:textId="77777777" w:rsidR="00E20822" w:rsidRDefault="00374EB2" w:rsidP="0064471D">
            <w:pPr>
              <w:spacing w:before="120" w:after="0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Compound measures:</w:t>
            </w:r>
          </w:p>
          <w:p w14:paraId="1F5BE4F2" w14:textId="77777777" w:rsidR="00374EB2" w:rsidRPr="00C240D5" w:rsidRDefault="00374EB2" w:rsidP="0064471D">
            <w:pPr>
              <w:spacing w:before="120" w:after="0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Speed                             Density</w:t>
            </w:r>
          </w:p>
        </w:tc>
      </w:tr>
      <w:tr w:rsidR="00E20822" w:rsidRPr="00C240D5" w14:paraId="6C58ECA0" w14:textId="77777777" w:rsidTr="007E2C1A">
        <w:trPr>
          <w:trHeight w:val="1398"/>
        </w:trPr>
        <w:tc>
          <w:tcPr>
            <w:tcW w:w="421" w:type="dxa"/>
            <w:tcBorders>
              <w:right w:val="nil"/>
            </w:tcBorders>
          </w:tcPr>
          <w:p w14:paraId="5778F9EA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57187533" w14:textId="77777777" w:rsidR="007E2C1A" w:rsidRDefault="007E2C1A" w:rsidP="007E2C1A">
            <w:pPr>
              <w:spacing w:before="120" w:after="0"/>
              <w:rPr>
                <w:rFonts w:ascii="Avenir Book" w:hAnsi="Avenir Book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8480" behindDoc="0" locked="0" layoutInCell="1" allowOverlap="1" wp14:anchorId="47C4217A" wp14:editId="4A4532A5">
                  <wp:simplePos x="0" y="0"/>
                  <wp:positionH relativeFrom="column">
                    <wp:posOffset>5715586</wp:posOffset>
                  </wp:positionH>
                  <wp:positionV relativeFrom="paragraph">
                    <wp:posOffset>542095</wp:posOffset>
                  </wp:positionV>
                  <wp:extent cx="572188" cy="401760"/>
                  <wp:effectExtent l="0" t="0" r="0" b="5080"/>
                  <wp:wrapNone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88" cy="401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74EB2">
              <w:rPr>
                <w:rFonts w:ascii="Avenir Book" w:hAnsi="Avenir Book"/>
              </w:rPr>
              <w:t>Right angled triangle:</w:t>
            </w:r>
          </w:p>
          <w:p w14:paraId="605514A5" w14:textId="77777777" w:rsidR="00374EB2" w:rsidRDefault="00374EB2" w:rsidP="007E2C1A">
            <w:pPr>
              <w:spacing w:before="120" w:after="0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Involves 2 sides and an angle</w:t>
            </w:r>
          </w:p>
          <w:p w14:paraId="3B05E618" w14:textId="77777777" w:rsidR="00374EB2" w:rsidRPr="00C240D5" w:rsidRDefault="00374EB2" w:rsidP="007E2C1A">
            <w:pPr>
              <w:spacing w:before="120" w:after="0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Involves 3 sides</w:t>
            </w:r>
          </w:p>
        </w:tc>
      </w:tr>
    </w:tbl>
    <w:p w14:paraId="2A7AA206" w14:textId="77777777" w:rsidR="000A63AF" w:rsidRDefault="000A63AF" w:rsidP="00525119">
      <w:pPr>
        <w:spacing w:after="0"/>
        <w:rPr>
          <w:rFonts w:ascii="Avenir Book" w:hAnsi="Avenir Book"/>
          <w:sz w:val="24"/>
          <w:szCs w:val="24"/>
        </w:rPr>
      </w:pPr>
    </w:p>
    <w:p w14:paraId="3DA6893C" w14:textId="77777777" w:rsidR="00374EB2" w:rsidRDefault="00374EB2" w:rsidP="00525119">
      <w:pPr>
        <w:spacing w:after="0"/>
        <w:rPr>
          <w:rFonts w:ascii="Avenir Book" w:hAnsi="Avenir Book"/>
          <w:sz w:val="24"/>
          <w:szCs w:val="24"/>
        </w:rPr>
      </w:pPr>
    </w:p>
    <w:p w14:paraId="38EBA075" w14:textId="77777777" w:rsidR="00374EB2" w:rsidRDefault="00374EB2" w:rsidP="00374EB2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71552" behindDoc="0" locked="0" layoutInCell="1" allowOverlap="1" wp14:anchorId="5BB4AEF1" wp14:editId="3DA84CEF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2" name="Picture 2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70528" behindDoc="0" locked="0" layoutInCell="1" allowOverlap="1" wp14:anchorId="7C9C508D" wp14:editId="13CB285D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3" name="Picture 3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30</w:t>
      </w:r>
      <w:r w:rsidRPr="0090117B">
        <w:rPr>
          <w:rFonts w:ascii="Segoe Print" w:hAnsi="Segoe Print"/>
          <w:b/>
          <w:sz w:val="24"/>
        </w:rPr>
        <w:t>.1 FOUNDATION</w:t>
      </w:r>
      <w:r>
        <w:rPr>
          <w:rFonts w:ascii="Segoe Print" w:hAnsi="Segoe Print"/>
          <w:b/>
          <w:sz w:val="24"/>
        </w:rPr>
        <w:tab/>
        <w:t>Formula and Facts Revision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</w:p>
    <w:p w14:paraId="4277844B" w14:textId="77777777" w:rsidR="00374EB2" w:rsidRDefault="00374EB2" w:rsidP="00374EB2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3402"/>
        <w:gridCol w:w="425"/>
        <w:gridCol w:w="5953"/>
      </w:tblGrid>
      <w:tr w:rsidR="00374EB2" w:rsidRPr="000A63AF" w14:paraId="1DFCC02C" w14:textId="77777777" w:rsidTr="00EA5960">
        <w:trPr>
          <w:trHeight w:val="1694"/>
        </w:trPr>
        <w:tc>
          <w:tcPr>
            <w:tcW w:w="421" w:type="dxa"/>
            <w:tcBorders>
              <w:right w:val="nil"/>
            </w:tcBorders>
          </w:tcPr>
          <w:p w14:paraId="7E1AF846" w14:textId="77777777" w:rsidR="00374EB2" w:rsidRPr="00C240D5" w:rsidRDefault="00374EB2" w:rsidP="00EA5960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3402" w:type="dxa"/>
            <w:tcBorders>
              <w:left w:val="nil"/>
            </w:tcBorders>
          </w:tcPr>
          <w:p w14:paraId="6BB39D1F" w14:textId="77777777" w:rsidR="00374EB2" w:rsidRDefault="00374EB2" w:rsidP="00EA5960">
            <w:pPr>
              <w:spacing w:before="120" w:after="0"/>
              <w:rPr>
                <w:rFonts w:ascii="Avenir Book" w:eastAsiaTheme="minorEastAsia" w:hAnsi="Avenir Book"/>
              </w:rPr>
            </w:pPr>
            <w:r>
              <w:rPr>
                <w:rFonts w:ascii="Avenir Book" w:eastAsiaTheme="minorEastAsia" w:hAnsi="Avenir Book"/>
              </w:rPr>
              <w:t>Areas:</w:t>
            </w:r>
          </w:p>
          <w:p w14:paraId="649FACAA" w14:textId="77777777" w:rsidR="00374EB2" w:rsidRDefault="00374EB2" w:rsidP="00EA5960">
            <w:pPr>
              <w:spacing w:before="120" w:after="0"/>
              <w:rPr>
                <w:rFonts w:ascii="Avenir Book" w:eastAsiaTheme="minorEastAsia" w:hAnsi="Avenir Book"/>
              </w:rPr>
            </w:pPr>
            <w:r>
              <w:rPr>
                <w:rFonts w:ascii="Avenir Book" w:eastAsiaTheme="minorEastAsia" w:hAnsi="Avenir Book"/>
              </w:rPr>
              <w:t xml:space="preserve">Rectangle = </w:t>
            </w:r>
          </w:p>
          <w:p w14:paraId="0DAB877C" w14:textId="77777777" w:rsidR="00374EB2" w:rsidRDefault="00374EB2" w:rsidP="00EA5960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eastAsiaTheme="minorEastAsia" w:hAnsi="Avenir Book"/>
              </w:rPr>
            </w:pPr>
            <w:r>
              <w:rPr>
                <w:rFonts w:ascii="Avenir Book" w:eastAsiaTheme="minorEastAsia" w:hAnsi="Avenir Book"/>
              </w:rPr>
              <w:t>Parallelogram =</w:t>
            </w:r>
          </w:p>
          <w:p w14:paraId="5CAFE014" w14:textId="2774455D" w:rsidR="007C5701" w:rsidRPr="00FB0E81" w:rsidRDefault="007C5701" w:rsidP="00EA5960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hAnsi="Avenir Book"/>
              </w:rPr>
            </w:pPr>
            <w:r>
              <w:rPr>
                <w:rFonts w:ascii="Avenir Book" w:eastAsiaTheme="minorEastAsia" w:hAnsi="Avenir Book"/>
              </w:rPr>
              <w:t xml:space="preserve">Triangle = </w:t>
            </w:r>
            <w:bookmarkStart w:id="0" w:name="_GoBack"/>
            <w:bookmarkEnd w:id="0"/>
          </w:p>
        </w:tc>
        <w:tc>
          <w:tcPr>
            <w:tcW w:w="425" w:type="dxa"/>
            <w:tcBorders>
              <w:right w:val="nil"/>
            </w:tcBorders>
          </w:tcPr>
          <w:p w14:paraId="623455CD" w14:textId="77777777" w:rsidR="00374EB2" w:rsidRPr="00C240D5" w:rsidRDefault="00374EB2" w:rsidP="00EA5960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2)</w:t>
            </w:r>
          </w:p>
        </w:tc>
        <w:tc>
          <w:tcPr>
            <w:tcW w:w="5953" w:type="dxa"/>
            <w:tcBorders>
              <w:left w:val="nil"/>
            </w:tcBorders>
          </w:tcPr>
          <w:p w14:paraId="0CCC80F4" w14:textId="77777777" w:rsidR="00374EB2" w:rsidRDefault="00374EB2" w:rsidP="00EA5960">
            <w:pPr>
              <w:spacing w:before="120" w:after="0"/>
              <w:rPr>
                <w:rFonts w:ascii="Avenir Book" w:eastAsiaTheme="minorEastAsia" w:hAnsi="Avenir Book"/>
              </w:rPr>
            </w:pPr>
            <w:r>
              <w:rPr>
                <w:rFonts w:ascii="Avenir Book" w:eastAsiaTheme="minorEastAsia" w:hAnsi="Avenir Book"/>
              </w:rPr>
              <w:t xml:space="preserve"> Units</w:t>
            </w:r>
          </w:p>
          <w:p w14:paraId="1C7BBE33" w14:textId="77777777" w:rsidR="00374EB2" w:rsidRDefault="00374EB2" w:rsidP="00EA5960">
            <w:pPr>
              <w:spacing w:before="120" w:after="0"/>
              <w:rPr>
                <w:rFonts w:ascii="Avenir Book" w:eastAsiaTheme="minorEastAsia" w:hAnsi="Avenir Book"/>
              </w:rPr>
            </w:pPr>
            <w:r>
              <w:rPr>
                <w:rFonts w:ascii="Avenir Book" w:eastAsiaTheme="minorEastAsia" w:hAnsi="Avenir Book"/>
              </w:rPr>
              <w:t>1cm = ______ mm</w:t>
            </w:r>
          </w:p>
          <w:p w14:paraId="523C6EC9" w14:textId="77777777" w:rsidR="00374EB2" w:rsidRDefault="00374EB2" w:rsidP="00EA5960">
            <w:pPr>
              <w:spacing w:before="120" w:after="0"/>
              <w:rPr>
                <w:rFonts w:ascii="Avenir Book" w:eastAsiaTheme="minorEastAsia" w:hAnsi="Avenir Book"/>
              </w:rPr>
            </w:pPr>
            <w:r>
              <w:rPr>
                <w:rFonts w:ascii="Avenir Book" w:eastAsiaTheme="minorEastAsia" w:hAnsi="Avenir Book"/>
              </w:rPr>
              <w:t>1m = _______ cm                                       1 litre = _____ cl</w:t>
            </w:r>
          </w:p>
          <w:p w14:paraId="73730110" w14:textId="77777777" w:rsidR="00374EB2" w:rsidRPr="000A63AF" w:rsidRDefault="00374EB2" w:rsidP="00EA5960">
            <w:pPr>
              <w:spacing w:before="120" w:after="0"/>
              <w:rPr>
                <w:rFonts w:ascii="Avenir Book" w:eastAsiaTheme="minorEastAsia" w:hAnsi="Avenir Book"/>
              </w:rPr>
            </w:pPr>
            <w:r>
              <w:rPr>
                <w:rFonts w:ascii="Avenir Book" w:eastAsiaTheme="minorEastAsia" w:hAnsi="Avenir Book"/>
              </w:rPr>
              <w:t>1km = ______ m         1kg = ______ g       1litre = ______ml</w:t>
            </w:r>
          </w:p>
        </w:tc>
      </w:tr>
      <w:tr w:rsidR="00374EB2" w:rsidRPr="00C240D5" w14:paraId="04365AA0" w14:textId="77777777" w:rsidTr="00EA5960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0465071E" w14:textId="77777777" w:rsidR="00374EB2" w:rsidRPr="00C240D5" w:rsidRDefault="00374EB2" w:rsidP="00EA5960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3402" w:type="dxa"/>
            <w:tcBorders>
              <w:left w:val="nil"/>
              <w:bottom w:val="single" w:sz="4" w:space="0" w:color="auto"/>
            </w:tcBorders>
          </w:tcPr>
          <w:p w14:paraId="32CEC70B" w14:textId="77777777" w:rsidR="00374EB2" w:rsidRDefault="00374EB2" w:rsidP="00EA5960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Circles:</w:t>
            </w:r>
          </w:p>
          <w:p w14:paraId="41B6ACDD" w14:textId="77777777" w:rsidR="00374EB2" w:rsidRDefault="00374EB2" w:rsidP="00EA5960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 xml:space="preserve">Area = </w:t>
            </w:r>
          </w:p>
          <w:p w14:paraId="18127926" w14:textId="77777777" w:rsidR="00374EB2" w:rsidRPr="00C240D5" w:rsidRDefault="00374EB2" w:rsidP="00EA5960">
            <w:pPr>
              <w:spacing w:before="120" w:after="0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Circumference =</w:t>
            </w: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17BE58A3" w14:textId="77777777" w:rsidR="00374EB2" w:rsidRPr="00C240D5" w:rsidRDefault="00374EB2" w:rsidP="00EA5960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4)</w:t>
            </w:r>
          </w:p>
        </w:tc>
        <w:tc>
          <w:tcPr>
            <w:tcW w:w="5953" w:type="dxa"/>
            <w:tcBorders>
              <w:left w:val="nil"/>
              <w:bottom w:val="single" w:sz="4" w:space="0" w:color="auto"/>
            </w:tcBorders>
          </w:tcPr>
          <w:p w14:paraId="7C5B10AB" w14:textId="77777777" w:rsidR="00374EB2" w:rsidRDefault="00374EB2" w:rsidP="00EA5960">
            <w:pPr>
              <w:spacing w:before="120" w:after="0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Compound measures:</w:t>
            </w:r>
          </w:p>
          <w:p w14:paraId="4C9B7DCF" w14:textId="77777777" w:rsidR="00374EB2" w:rsidRPr="00C240D5" w:rsidRDefault="00374EB2" w:rsidP="00EA5960">
            <w:pPr>
              <w:spacing w:before="120" w:after="0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Speed                             Density</w:t>
            </w:r>
          </w:p>
        </w:tc>
      </w:tr>
      <w:tr w:rsidR="00374EB2" w:rsidRPr="00C240D5" w14:paraId="4460CF0F" w14:textId="77777777" w:rsidTr="00EA5960">
        <w:trPr>
          <w:trHeight w:val="1398"/>
        </w:trPr>
        <w:tc>
          <w:tcPr>
            <w:tcW w:w="421" w:type="dxa"/>
            <w:tcBorders>
              <w:right w:val="nil"/>
            </w:tcBorders>
          </w:tcPr>
          <w:p w14:paraId="343F593C" w14:textId="77777777" w:rsidR="00374EB2" w:rsidRPr="00C240D5" w:rsidRDefault="00374EB2" w:rsidP="00EA5960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7D4F139B" w14:textId="77777777" w:rsidR="00374EB2" w:rsidRDefault="00374EB2" w:rsidP="00EA5960">
            <w:pPr>
              <w:spacing w:before="120" w:after="0"/>
              <w:rPr>
                <w:rFonts w:ascii="Avenir Book" w:hAnsi="Avenir Book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72576" behindDoc="0" locked="0" layoutInCell="1" allowOverlap="1" wp14:anchorId="73D82411" wp14:editId="45EC876D">
                  <wp:simplePos x="0" y="0"/>
                  <wp:positionH relativeFrom="column">
                    <wp:posOffset>5715586</wp:posOffset>
                  </wp:positionH>
                  <wp:positionV relativeFrom="paragraph">
                    <wp:posOffset>542095</wp:posOffset>
                  </wp:positionV>
                  <wp:extent cx="572188" cy="401760"/>
                  <wp:effectExtent l="0" t="0" r="0" b="508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88" cy="401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venir Book" w:hAnsi="Avenir Book"/>
              </w:rPr>
              <w:t>Right angled triangle:</w:t>
            </w:r>
          </w:p>
          <w:p w14:paraId="5DB02614" w14:textId="77777777" w:rsidR="00374EB2" w:rsidRDefault="00374EB2" w:rsidP="00EA5960">
            <w:pPr>
              <w:spacing w:before="120" w:after="0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Involves 2 sides and an angle</w:t>
            </w:r>
          </w:p>
          <w:p w14:paraId="49B1C85F" w14:textId="77777777" w:rsidR="00374EB2" w:rsidRPr="00C240D5" w:rsidRDefault="00374EB2" w:rsidP="00EA5960">
            <w:pPr>
              <w:spacing w:before="120" w:after="0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Involves 3 sides</w:t>
            </w:r>
          </w:p>
        </w:tc>
      </w:tr>
    </w:tbl>
    <w:p w14:paraId="50F45787" w14:textId="77777777" w:rsidR="007E2C1A" w:rsidRDefault="007E2C1A" w:rsidP="00525119">
      <w:pPr>
        <w:spacing w:after="0"/>
        <w:rPr>
          <w:rFonts w:ascii="Avenir Book" w:hAnsi="Avenir Book"/>
          <w:sz w:val="24"/>
          <w:szCs w:val="24"/>
        </w:rPr>
      </w:pPr>
    </w:p>
    <w:sectPr w:rsidR="007E2C1A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Avenir Book">
    <w:panose1 w:val="02000503020000020003"/>
    <w:charset w:val="00"/>
    <w:family w:val="auto"/>
    <w:pitch w:val="variable"/>
    <w:sig w:usb0="00000001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EB2"/>
    <w:rsid w:val="000A43CA"/>
    <w:rsid w:val="000A63AF"/>
    <w:rsid w:val="001826A9"/>
    <w:rsid w:val="00213C21"/>
    <w:rsid w:val="002D5D86"/>
    <w:rsid w:val="00333535"/>
    <w:rsid w:val="00374EB2"/>
    <w:rsid w:val="003F51D8"/>
    <w:rsid w:val="00505FC9"/>
    <w:rsid w:val="00525119"/>
    <w:rsid w:val="0064471D"/>
    <w:rsid w:val="00705472"/>
    <w:rsid w:val="007B4226"/>
    <w:rsid w:val="007C5701"/>
    <w:rsid w:val="007E2C1A"/>
    <w:rsid w:val="0090117B"/>
    <w:rsid w:val="0099142F"/>
    <w:rsid w:val="00AD3C1A"/>
    <w:rsid w:val="00BE7AC9"/>
    <w:rsid w:val="00C240D5"/>
    <w:rsid w:val="00C41860"/>
    <w:rsid w:val="00D51195"/>
    <w:rsid w:val="00DB511B"/>
    <w:rsid w:val="00E20822"/>
    <w:rsid w:val="00E7749A"/>
    <w:rsid w:val="00EC4CCA"/>
    <w:rsid w:val="00FB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7C4DDC"/>
  <w15:docId w15:val="{FACC3C83-A57B-EE48-AAB5-AD24F205C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6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2</cp:revision>
  <dcterms:created xsi:type="dcterms:W3CDTF">2019-06-02T15:10:00Z</dcterms:created>
  <dcterms:modified xsi:type="dcterms:W3CDTF">2019-06-02T15:16:00Z</dcterms:modified>
</cp:coreProperties>
</file>